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91AF3" w14:textId="3AE34957" w:rsidR="009037AD" w:rsidRDefault="009037AD" w:rsidP="003450DB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41DC95E3" w14:textId="01D7B92C" w:rsidR="009037AD" w:rsidRDefault="003450DB" w:rsidP="003450DB">
      <w:pPr>
        <w:pStyle w:val="Nagwek2"/>
        <w:numPr>
          <w:ilvl w:val="0"/>
          <w:numId w:val="0"/>
        </w:numPr>
      </w:pPr>
      <w:r>
        <w:rPr>
          <w:noProof/>
          <w:lang w:eastAsia="pl-PL"/>
        </w:rPr>
        <w:drawing>
          <wp:inline distT="0" distB="0" distL="0" distR="0" wp14:anchorId="6A3438D5" wp14:editId="2DBE8A98">
            <wp:extent cx="5261610" cy="1408430"/>
            <wp:effectExtent l="0" t="0" r="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9FC8C" w14:textId="77777777" w:rsidR="009037AD" w:rsidRDefault="009037AD" w:rsidP="00842A55">
      <w:pPr>
        <w:pStyle w:val="Nagwek2"/>
        <w:numPr>
          <w:ilvl w:val="0"/>
          <w:numId w:val="0"/>
        </w:numPr>
        <w:ind w:left="1191"/>
      </w:pPr>
    </w:p>
    <w:p w14:paraId="64FA7D3B" w14:textId="02FFCC67" w:rsidR="00535E9B" w:rsidRPr="00535E9B" w:rsidRDefault="00535E9B" w:rsidP="003F7285">
      <w:pPr>
        <w:ind w:left="4248"/>
        <w:jc w:val="center"/>
        <w:rPr>
          <w:rFonts w:eastAsia="Times New Roman" w:cs="Times New Roman"/>
          <w:szCs w:val="18"/>
        </w:rPr>
      </w:pPr>
    </w:p>
    <w:p w14:paraId="78A33B63" w14:textId="73E31B93" w:rsidR="00535E9B" w:rsidRPr="00535E9B" w:rsidRDefault="003450DB" w:rsidP="00842A55">
      <w:pPr>
        <w:spacing w:before="120" w:after="120" w:line="276" w:lineRule="auto"/>
        <w:ind w:left="360" w:hanging="360"/>
        <w:jc w:val="right"/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t>ZAŁĄCZNIK NR 13</w:t>
      </w:r>
      <w:r w:rsidR="00535E9B" w:rsidRPr="00535E9B">
        <w:rPr>
          <w:rFonts w:eastAsia="Times New Roman" w:cs="Times New Roman"/>
          <w:b/>
          <w:szCs w:val="18"/>
        </w:rPr>
        <w:t xml:space="preserve"> DO SWZ – OŚWIADCZENIE WYKONAWCÓW WSPÓLNIE UBIEGAJĄCYCH SIĘ</w:t>
      </w:r>
      <w:r w:rsidR="003F7285">
        <w:rPr>
          <w:rFonts w:eastAsia="Times New Roman" w:cs="Times New Roman"/>
          <w:b/>
          <w:szCs w:val="18"/>
        </w:rPr>
        <w:br/>
      </w:r>
      <w:r w:rsidR="00535E9B" w:rsidRPr="00535E9B">
        <w:rPr>
          <w:rFonts w:eastAsia="Times New Roman" w:cs="Times New Roman"/>
          <w:b/>
          <w:szCs w:val="18"/>
        </w:rPr>
        <w:t>O UDZIELENIE ZAMÓWIENIA</w:t>
      </w:r>
      <w:r w:rsidR="008217CE">
        <w:rPr>
          <w:rFonts w:eastAsia="Times New Roman" w:cs="Times New Roman"/>
          <w:b/>
          <w:szCs w:val="18"/>
        </w:rPr>
        <w:t xml:space="preserve"> </w:t>
      </w:r>
      <w:bookmarkStart w:id="6" w:name="_GoBack"/>
      <w:bookmarkEnd w:id="6"/>
    </w:p>
    <w:p w14:paraId="292A47F1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Times New Roman"/>
          <w:sz w:val="22"/>
        </w:rPr>
      </w:pPr>
    </w:p>
    <w:p w14:paraId="5616AF8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</w:t>
      </w:r>
    </w:p>
    <w:p w14:paraId="3F57E897" w14:textId="021CA4CD" w:rsidR="00535E9B" w:rsidRPr="00535E9B" w:rsidRDefault="00887CA1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WYKONAWCÓW WSPÓLNIE UBIEGAJĄ</w:t>
      </w:r>
      <w:r w:rsidR="00535E9B"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CYCH SIĘ </w:t>
      </w:r>
    </w:p>
    <w:p w14:paraId="2A82C4F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 UDZIELENIE ZAMÓWIENIA</w:t>
      </w:r>
    </w:p>
    <w:p w14:paraId="75CA3474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694B3D59" w14:textId="5E51ADE4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 xml:space="preserve">W związku z ubieganiem się o udzielenie Zamówienia publicznego w ramach Postępowania pn. </w:t>
      </w:r>
      <w:r w:rsidR="003F7285" w:rsidRPr="003F7285">
        <w:rPr>
          <w:rFonts w:eastAsia="Times New Roman" w:cs="Times New Roman"/>
          <w:b/>
          <w:bCs/>
          <w:szCs w:val="18"/>
        </w:rPr>
        <w:t>„</w:t>
      </w:r>
      <w:r w:rsidR="003450DB" w:rsidRPr="003450DB">
        <w:rPr>
          <w:rFonts w:eastAsia="Times New Roman" w:cs="Times New Roman"/>
          <w:b/>
          <w:bCs/>
          <w:iCs/>
          <w:szCs w:val="18"/>
        </w:rPr>
        <w:t xml:space="preserve">Zakup i montaż dwóch transformatorów 110/15 </w:t>
      </w:r>
      <w:proofErr w:type="spellStart"/>
      <w:r w:rsidR="003450DB" w:rsidRPr="003450DB">
        <w:rPr>
          <w:rFonts w:eastAsia="Times New Roman" w:cs="Times New Roman"/>
          <w:b/>
          <w:bCs/>
          <w:iCs/>
          <w:szCs w:val="18"/>
        </w:rPr>
        <w:t>kV</w:t>
      </w:r>
      <w:proofErr w:type="spellEnd"/>
      <w:r w:rsidR="003450DB" w:rsidRPr="003450DB">
        <w:rPr>
          <w:rFonts w:eastAsia="Times New Roman" w:cs="Times New Roman"/>
          <w:b/>
          <w:bCs/>
          <w:iCs/>
          <w:szCs w:val="18"/>
        </w:rPr>
        <w:t xml:space="preserve"> o mocy docelowej 40 MVA dla stacji 110/15 </w:t>
      </w:r>
      <w:proofErr w:type="spellStart"/>
      <w:r w:rsidR="003450DB" w:rsidRPr="003450DB">
        <w:rPr>
          <w:rFonts w:eastAsia="Times New Roman" w:cs="Times New Roman"/>
          <w:b/>
          <w:bCs/>
          <w:iCs/>
          <w:szCs w:val="18"/>
        </w:rPr>
        <w:t>kV</w:t>
      </w:r>
      <w:proofErr w:type="spellEnd"/>
      <w:r w:rsidR="003450DB" w:rsidRPr="003450DB">
        <w:rPr>
          <w:rFonts w:eastAsia="Times New Roman" w:cs="Times New Roman"/>
          <w:b/>
          <w:bCs/>
          <w:iCs/>
          <w:szCs w:val="18"/>
        </w:rPr>
        <w:t xml:space="preserve"> Tomaszów 1</w:t>
      </w:r>
      <w:r w:rsidR="003450DB" w:rsidRPr="003450DB">
        <w:rPr>
          <w:rFonts w:eastAsia="Times New Roman" w:cs="Times New Roman"/>
          <w:b/>
          <w:iCs/>
          <w:szCs w:val="18"/>
        </w:rPr>
        <w:t xml:space="preserve"> nr </w:t>
      </w:r>
      <w:r w:rsidR="003450DB">
        <w:rPr>
          <w:rFonts w:eastAsia="Times New Roman" w:cs="Times New Roman"/>
          <w:b/>
          <w:iCs/>
          <w:szCs w:val="18"/>
        </w:rPr>
        <w:t>POST/DYS/OLD/GZ/03206/2025</w:t>
      </w:r>
      <w:r w:rsidRPr="00535E9B">
        <w:rPr>
          <w:rFonts w:eastAsia="Times New Roman" w:cs="Times New Roman"/>
          <w:szCs w:val="18"/>
        </w:rPr>
        <w:t>, niniejszym oświadczam, że poszczególni Wykonawcy wspólnie ubiegający się o udzielenie Zamówienia wykonają następujące</w:t>
      </w:r>
      <w:r w:rsidR="003F7285">
        <w:rPr>
          <w:rFonts w:eastAsia="Times New Roman" w:cs="Times New Roman"/>
          <w:szCs w:val="18"/>
        </w:rPr>
        <w:t xml:space="preserve"> </w:t>
      </w:r>
      <w:r w:rsidR="00197EE9">
        <w:rPr>
          <w:rFonts w:eastAsia="Times New Roman" w:cs="Times New Roman"/>
          <w:szCs w:val="18"/>
        </w:rPr>
        <w:t>dostawy</w:t>
      </w:r>
      <w:r w:rsidRPr="00535E9B">
        <w:rPr>
          <w:rFonts w:eastAsia="Times New Roman" w:cs="Times New Roman"/>
          <w:szCs w:val="18"/>
        </w:rPr>
        <w:t>:</w:t>
      </w:r>
    </w:p>
    <w:p w14:paraId="067D7F3D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tbl>
      <w:tblPr>
        <w:tblStyle w:val="Tabela-Siatka2"/>
        <w:tblW w:w="8930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3821"/>
        <w:gridCol w:w="4394"/>
      </w:tblGrid>
      <w:tr w:rsidR="00535E9B" w:rsidRPr="00535E9B" w14:paraId="5E362F11" w14:textId="77777777" w:rsidTr="00535E9B">
        <w:trPr>
          <w:trHeight w:val="454"/>
        </w:trPr>
        <w:tc>
          <w:tcPr>
            <w:tcW w:w="715" w:type="dxa"/>
            <w:shd w:val="clear" w:color="auto" w:fill="092D74" w:themeFill="text2"/>
            <w:vAlign w:val="center"/>
          </w:tcPr>
          <w:p w14:paraId="1786FCF6" w14:textId="77777777" w:rsidR="00535E9B" w:rsidRPr="006C4791" w:rsidRDefault="00535E9B" w:rsidP="00842A55">
            <w:pPr>
              <w:spacing w:line="288" w:lineRule="auto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Lp.</w:t>
            </w:r>
          </w:p>
        </w:tc>
        <w:tc>
          <w:tcPr>
            <w:tcW w:w="3821" w:type="dxa"/>
            <w:shd w:val="clear" w:color="auto" w:fill="092D74" w:themeFill="text2"/>
            <w:vAlign w:val="center"/>
          </w:tcPr>
          <w:p w14:paraId="30A32CE1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Nazwa i adres Wykonawcy</w:t>
            </w:r>
          </w:p>
        </w:tc>
        <w:tc>
          <w:tcPr>
            <w:tcW w:w="4394" w:type="dxa"/>
            <w:shd w:val="clear" w:color="auto" w:fill="092D74" w:themeFill="text2"/>
            <w:vAlign w:val="center"/>
          </w:tcPr>
          <w:p w14:paraId="7EFD8076" w14:textId="76FC9297" w:rsidR="00535E9B" w:rsidRPr="006C4791" w:rsidRDefault="003450DB" w:rsidP="003450DB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>
              <w:rPr>
                <w:rFonts w:asciiTheme="minorHAnsi" w:eastAsia="Calibri" w:hAnsiTheme="minorHAnsi" w:cs="Calibri"/>
                <w:b/>
                <w:szCs w:val="18"/>
              </w:rPr>
              <w:t>Zakres wykonywanych dostaw</w:t>
            </w:r>
            <w:r w:rsidR="00535E9B" w:rsidRPr="006C4791">
              <w:rPr>
                <w:rFonts w:asciiTheme="minorHAnsi" w:eastAsia="Calibri" w:hAnsiTheme="minorHAnsi" w:cs="Calibri"/>
                <w:b/>
                <w:szCs w:val="18"/>
              </w:rPr>
              <w:t xml:space="preserve"> </w:t>
            </w:r>
          </w:p>
        </w:tc>
      </w:tr>
      <w:tr w:rsidR="00535E9B" w:rsidRPr="00535E9B" w14:paraId="760D4A98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5FB8974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4790ABE1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41EA0D8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  <w:tr w:rsidR="00535E9B" w:rsidRPr="00535E9B" w14:paraId="2A708581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76F3980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7A1C83FB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30037FC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</w:tbl>
    <w:p w14:paraId="39BE803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UWAGA!</w:t>
      </w:r>
    </w:p>
    <w:p w14:paraId="5C4A0D2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Należy dostosować liczbę wierszy do liczby Wykonawców wspólnie ubiegających się o udzielenie Zamówienia.</w:t>
      </w:r>
    </w:p>
    <w:p w14:paraId="1FE79A70" w14:textId="77777777" w:rsidR="00535E9B" w:rsidRPr="00535E9B" w:rsidRDefault="00535E9B" w:rsidP="00842A55">
      <w:pPr>
        <w:spacing w:after="0" w:line="288" w:lineRule="auto"/>
        <w:jc w:val="both"/>
        <w:rPr>
          <w:rFonts w:eastAsia="Times New Roman" w:cs="Times New Roman"/>
          <w:b/>
          <w:caps/>
          <w:szCs w:val="18"/>
        </w:rPr>
      </w:pPr>
    </w:p>
    <w:p w14:paraId="131C8B8A" w14:textId="77777777" w:rsid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04A6A74E" w14:textId="77777777" w:rsidR="003F7285" w:rsidRDefault="003F7285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597F6303" w14:textId="77777777" w:rsidR="003F7285" w:rsidRPr="00535E9B" w:rsidRDefault="003F7285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4921E03C" w14:textId="77777777" w:rsidR="00535E9B" w:rsidRPr="00535E9B" w:rsidRDefault="00535E9B" w:rsidP="003F7285">
      <w:pPr>
        <w:spacing w:after="0" w:line="288" w:lineRule="auto"/>
        <w:ind w:left="4248"/>
        <w:jc w:val="center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Kwalifikowany podpis elektroniczny osób</w:t>
      </w:r>
    </w:p>
    <w:p w14:paraId="33A432FE" w14:textId="77777777" w:rsidR="00535E9B" w:rsidRPr="00535E9B" w:rsidRDefault="00535E9B" w:rsidP="003F7285">
      <w:pPr>
        <w:spacing w:after="0" w:line="288" w:lineRule="auto"/>
        <w:ind w:left="4248"/>
        <w:jc w:val="center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uprawnionych do składania oświadczeń woli w imieniu</w:t>
      </w:r>
    </w:p>
    <w:p w14:paraId="3D4501E8" w14:textId="1D340FD2" w:rsidR="00535E9B" w:rsidRPr="00535E9B" w:rsidRDefault="00535E9B" w:rsidP="003F7285">
      <w:pPr>
        <w:spacing w:after="0" w:line="288" w:lineRule="auto"/>
        <w:ind w:left="4248"/>
        <w:jc w:val="center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Wykonawców 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wspólnie ubiegających się o udzielenie zamówienia</w:t>
      </w:r>
    </w:p>
    <w:p w14:paraId="1B66EDA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6B73D36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EB426E5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044F6B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0B95D9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24829A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4D1A15E" w14:textId="43E4D296" w:rsidR="00535E9B" w:rsidRPr="00535E9B" w:rsidRDefault="00535E9B" w:rsidP="003450DB">
      <w:pPr>
        <w:spacing w:after="0" w:line="288" w:lineRule="auto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EBD0" w14:textId="77777777" w:rsidR="00096B98" w:rsidRDefault="00096B98" w:rsidP="00582CE9">
      <w:pPr>
        <w:spacing w:after="0"/>
      </w:pPr>
      <w:r>
        <w:separator/>
      </w:r>
    </w:p>
  </w:endnote>
  <w:endnote w:type="continuationSeparator" w:id="0">
    <w:p w14:paraId="32A7A1B2" w14:textId="77777777" w:rsidR="00096B98" w:rsidRDefault="00096B9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26F07D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0D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096B98" w:rsidRDefault="00096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696329CA" w:rsidR="00096B98" w:rsidRDefault="00096B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C5D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096B98" w:rsidRDefault="00096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8680" w14:textId="77777777" w:rsidR="00096B98" w:rsidRDefault="00096B98" w:rsidP="00582CE9">
      <w:pPr>
        <w:spacing w:after="0"/>
      </w:pPr>
      <w:r>
        <w:separator/>
      </w:r>
    </w:p>
  </w:footnote>
  <w:footnote w:type="continuationSeparator" w:id="0">
    <w:p w14:paraId="080AB3D9" w14:textId="77777777" w:rsidR="00096B98" w:rsidRDefault="00096B9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096B98" w:rsidRPr="006B2C28" w14:paraId="3B896BDC" w14:textId="77777777" w:rsidTr="2834231C">
      <w:trPr>
        <w:trHeight w:val="1140"/>
      </w:trPr>
      <w:tc>
        <w:tcPr>
          <w:tcW w:w="6119" w:type="dxa"/>
          <w:vAlign w:val="center"/>
        </w:tcPr>
        <w:p w14:paraId="79750A4D" w14:textId="15827C16" w:rsidR="00096B98" w:rsidRPr="006E100D" w:rsidRDefault="00096B98" w:rsidP="2834231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4"/>
            </w:rPr>
          </w:pPr>
          <w:r w:rsidRPr="2834231C">
            <w:rPr>
              <w:rFonts w:asciiTheme="majorHAnsi" w:hAnsiTheme="majorHAnsi"/>
              <w:color w:val="000000" w:themeColor="text1"/>
              <w:sz w:val="14"/>
              <w:szCs w:val="14"/>
            </w:rPr>
            <w:t>Specyfikacja Warunków Zamówienia (SWZ)</w:t>
          </w:r>
        </w:p>
        <w:p w14:paraId="6F620AAD" w14:textId="77777777" w:rsidR="003749A4" w:rsidRDefault="003749A4" w:rsidP="00582CE9">
          <w:pPr>
            <w:suppressAutoHyphens/>
            <w:ind w:right="187"/>
          </w:pPr>
        </w:p>
        <w:p w14:paraId="5205B493" w14:textId="0366BC49" w:rsidR="00096B98" w:rsidRPr="006B2C28" w:rsidRDefault="003749A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t xml:space="preserve">Serwis infrastruktury i oprogramowania HPE w PGE Dystrybucja S.A. </w:t>
          </w:r>
          <w:r w:rsidRPr="003749A4">
            <w:t>POST/DYS/OLD/GZ/</w:t>
          </w:r>
          <w:r w:rsidRPr="00BA1EC0">
            <w:rPr>
              <w:highlight w:val="yellow"/>
            </w:rPr>
            <w:t>…………</w:t>
          </w:r>
          <w:r w:rsidRPr="003749A4">
            <w:t>/2025</w:t>
          </w:r>
        </w:p>
      </w:tc>
      <w:tc>
        <w:tcPr>
          <w:tcW w:w="977" w:type="dxa"/>
          <w:vAlign w:val="center"/>
        </w:tcPr>
        <w:p w14:paraId="3FED520E" w14:textId="72C65808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096B98" w:rsidRPr="006B2C28" w:rsidRDefault="00096B9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096B98" w:rsidRDefault="00096B98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96B98" w:rsidRPr="006B2C28" w14:paraId="13E0C230" w14:textId="77777777" w:rsidTr="2834231C">
      <w:trPr>
        <w:trHeight w:val="1140"/>
      </w:trPr>
      <w:tc>
        <w:tcPr>
          <w:tcW w:w="6119" w:type="dxa"/>
          <w:vAlign w:val="center"/>
        </w:tcPr>
        <w:p w14:paraId="5094DC44" w14:textId="77777777" w:rsidR="003450DB" w:rsidRPr="003450DB" w:rsidRDefault="003450DB" w:rsidP="003450D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450DB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79D307B3" w:rsidR="00096B98" w:rsidRPr="006B2C28" w:rsidRDefault="003450DB" w:rsidP="003450D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450DB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F0AF67" w:rsidR="00096B98" w:rsidRPr="006B2C28" w:rsidRDefault="003450D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185E09A" wp14:editId="30A95210">
                <wp:simplePos x="0" y="0"/>
                <wp:positionH relativeFrom="column">
                  <wp:posOffset>1482725</wp:posOffset>
                </wp:positionH>
                <wp:positionV relativeFrom="page">
                  <wp:posOffset>166370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096B98" w:rsidRPr="006B2C28" w:rsidRDefault="00096B9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096B98" w:rsidRDefault="00096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0567"/>
    <w:multiLevelType w:val="hybridMultilevel"/>
    <w:tmpl w:val="66BA6BA4"/>
    <w:lvl w:ilvl="0" w:tplc="52BEBF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BC2957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A5D8A"/>
    <w:multiLevelType w:val="hybridMultilevel"/>
    <w:tmpl w:val="9474962C"/>
    <w:lvl w:ilvl="0" w:tplc="B70AAE56">
      <w:start w:val="1"/>
      <w:numFmt w:val="decimal"/>
      <w:lvlText w:val="14.1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23C16EF8"/>
    <w:multiLevelType w:val="hybridMultilevel"/>
    <w:tmpl w:val="C5307EFA"/>
    <w:lvl w:ilvl="0" w:tplc="04150019">
      <w:start w:val="1"/>
      <w:numFmt w:val="lowerLetter"/>
      <w:lvlText w:val="%1."/>
      <w:lvlJc w:val="left"/>
      <w:pPr>
        <w:ind w:left="2631" w:hanging="360"/>
      </w:pPr>
    </w:lvl>
    <w:lvl w:ilvl="1" w:tplc="04150019" w:tentative="1">
      <w:start w:val="1"/>
      <w:numFmt w:val="lowerLetter"/>
      <w:lvlText w:val="%2."/>
      <w:lvlJc w:val="left"/>
      <w:pPr>
        <w:ind w:left="3351" w:hanging="360"/>
      </w:pPr>
    </w:lvl>
    <w:lvl w:ilvl="2" w:tplc="0415001B" w:tentative="1">
      <w:start w:val="1"/>
      <w:numFmt w:val="lowerRoman"/>
      <w:lvlText w:val="%3."/>
      <w:lvlJc w:val="right"/>
      <w:pPr>
        <w:ind w:left="4071" w:hanging="180"/>
      </w:pPr>
    </w:lvl>
    <w:lvl w:ilvl="3" w:tplc="0415000F" w:tentative="1">
      <w:start w:val="1"/>
      <w:numFmt w:val="decimal"/>
      <w:lvlText w:val="%4."/>
      <w:lvlJc w:val="left"/>
      <w:pPr>
        <w:ind w:left="4791" w:hanging="360"/>
      </w:pPr>
    </w:lvl>
    <w:lvl w:ilvl="4" w:tplc="04150019" w:tentative="1">
      <w:start w:val="1"/>
      <w:numFmt w:val="lowerLetter"/>
      <w:lvlText w:val="%5."/>
      <w:lvlJc w:val="left"/>
      <w:pPr>
        <w:ind w:left="5511" w:hanging="360"/>
      </w:pPr>
    </w:lvl>
    <w:lvl w:ilvl="5" w:tplc="0415001B" w:tentative="1">
      <w:start w:val="1"/>
      <w:numFmt w:val="lowerRoman"/>
      <w:lvlText w:val="%6."/>
      <w:lvlJc w:val="right"/>
      <w:pPr>
        <w:ind w:left="6231" w:hanging="180"/>
      </w:pPr>
    </w:lvl>
    <w:lvl w:ilvl="6" w:tplc="0415000F" w:tentative="1">
      <w:start w:val="1"/>
      <w:numFmt w:val="decimal"/>
      <w:lvlText w:val="%7."/>
      <w:lvlJc w:val="left"/>
      <w:pPr>
        <w:ind w:left="6951" w:hanging="360"/>
      </w:pPr>
    </w:lvl>
    <w:lvl w:ilvl="7" w:tplc="04150019" w:tentative="1">
      <w:start w:val="1"/>
      <w:numFmt w:val="lowerLetter"/>
      <w:lvlText w:val="%8."/>
      <w:lvlJc w:val="left"/>
      <w:pPr>
        <w:ind w:left="7671" w:hanging="360"/>
      </w:pPr>
    </w:lvl>
    <w:lvl w:ilvl="8" w:tplc="0415001B" w:tentative="1">
      <w:start w:val="1"/>
      <w:numFmt w:val="lowerRoman"/>
      <w:lvlText w:val="%9."/>
      <w:lvlJc w:val="right"/>
      <w:pPr>
        <w:ind w:left="8391" w:hanging="180"/>
      </w:pPr>
    </w:lvl>
  </w:abstractNum>
  <w:abstractNum w:abstractNumId="8" w15:restartNumberingAfterBreak="0">
    <w:nsid w:val="25F307C8"/>
    <w:multiLevelType w:val="hybridMultilevel"/>
    <w:tmpl w:val="2C5AF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45FE5"/>
    <w:multiLevelType w:val="hybridMultilevel"/>
    <w:tmpl w:val="939E9BB2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D4E1FD7"/>
    <w:multiLevelType w:val="multilevel"/>
    <w:tmpl w:val="6A862F8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995DE8"/>
    <w:multiLevelType w:val="multilevel"/>
    <w:tmpl w:val="75B6384E"/>
    <w:lvl w:ilvl="0">
      <w:start w:val="1"/>
      <w:numFmt w:val="decimal"/>
      <w:pStyle w:val="X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7107B07"/>
    <w:multiLevelType w:val="multilevel"/>
    <w:tmpl w:val="36CEE56A"/>
    <w:lvl w:ilvl="0">
      <w:start w:val="1"/>
      <w:numFmt w:val="decimal"/>
      <w:pStyle w:val="Nagwek11"/>
      <w:lvlText w:val="Artykuł 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pStyle w:val="Nagwek21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pStyle w:val="Nagwek31"/>
      <w:lvlText w:val="%1.%2.%3."/>
      <w:lvlJc w:val="left"/>
      <w:pPr>
        <w:tabs>
          <w:tab w:val="num" w:pos="2846"/>
        </w:tabs>
        <w:ind w:left="1701" w:hanging="79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effect w:val="none"/>
        <w:vertAlign w:val="baseline"/>
      </w:rPr>
    </w:lvl>
    <w:lvl w:ilvl="3">
      <w:start w:val="1"/>
      <w:numFmt w:val="lowerLetter"/>
      <w:pStyle w:val="Nagwek41"/>
      <w:lvlText w:val="(%4)"/>
      <w:lvlJc w:val="left"/>
      <w:pPr>
        <w:tabs>
          <w:tab w:val="num" w:pos="1723"/>
        </w:tabs>
        <w:ind w:left="1723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z w:val="20"/>
        <w:szCs w:val="20"/>
        <w:u w:val="none"/>
        <w:effect w:val="none"/>
        <w:vertAlign w:val="baseline"/>
      </w:rPr>
    </w:lvl>
    <w:lvl w:ilvl="4">
      <w:start w:val="1"/>
      <w:numFmt w:val="lowerRoman"/>
      <w:pStyle w:val="Nagwek51"/>
      <w:lvlText w:val="(%5)"/>
      <w:lvlJc w:val="left"/>
      <w:pPr>
        <w:tabs>
          <w:tab w:val="num" w:pos="2443"/>
        </w:tabs>
        <w:ind w:left="2426" w:hanging="70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none"/>
      <w:lvlRestart w:val="0"/>
      <w:pStyle w:val="Nagwek61"/>
      <w:lvlText w:val="-"/>
      <w:lvlJc w:val="left"/>
      <w:pPr>
        <w:tabs>
          <w:tab w:val="num" w:pos="2155"/>
        </w:tabs>
        <w:ind w:left="2155" w:hanging="43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decimal"/>
      <w:pStyle w:val="Nagwek71"/>
      <w:lvlText w:val="%7)"/>
      <w:lvlJc w:val="left"/>
      <w:pPr>
        <w:tabs>
          <w:tab w:val="num" w:pos="2443"/>
        </w:tabs>
        <w:ind w:left="2443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1003"/>
        </w:tabs>
        <w:ind w:left="283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1003"/>
        </w:tabs>
        <w:ind w:left="283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</w:abstractNum>
  <w:abstractNum w:abstractNumId="19" w15:restartNumberingAfterBreak="0">
    <w:nsid w:val="57176791"/>
    <w:multiLevelType w:val="hybridMultilevel"/>
    <w:tmpl w:val="D494BEB0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011AA"/>
    <w:multiLevelType w:val="hybridMultilevel"/>
    <w:tmpl w:val="ADB8E5E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60FD2"/>
    <w:multiLevelType w:val="hybridMultilevel"/>
    <w:tmpl w:val="2B4A145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5" w15:restartNumberingAfterBreak="0">
    <w:nsid w:val="76D062B2"/>
    <w:multiLevelType w:val="hybridMultilevel"/>
    <w:tmpl w:val="C5F2591E"/>
    <w:lvl w:ilvl="0" w:tplc="7C60FFE0">
      <w:start w:val="1"/>
      <w:numFmt w:val="decimal"/>
      <w:lvlText w:val="14.2.%1"/>
      <w:lvlJc w:val="left"/>
      <w:pPr>
        <w:ind w:left="1428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431C37"/>
    <w:multiLevelType w:val="multilevel"/>
    <w:tmpl w:val="2B640834"/>
    <w:lvl w:ilvl="0">
      <w:start w:val="1"/>
      <w:numFmt w:val="decimal"/>
      <w:pStyle w:val="Punktakapit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3577B1"/>
    <w:multiLevelType w:val="hybridMultilevel"/>
    <w:tmpl w:val="0FFC9DB2"/>
    <w:lvl w:ilvl="0" w:tplc="F43AF202">
      <w:start w:val="1"/>
      <w:numFmt w:val="decimal"/>
      <w:lvlText w:val="5.1.%1"/>
      <w:lvlJc w:val="left"/>
      <w:pPr>
        <w:ind w:left="191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17"/>
  </w:num>
  <w:num w:numId="5">
    <w:abstractNumId w:val="15"/>
  </w:num>
  <w:num w:numId="6">
    <w:abstractNumId w:val="15"/>
  </w:num>
  <w:num w:numId="7">
    <w:abstractNumId w:val="1"/>
  </w:num>
  <w:num w:numId="8">
    <w:abstractNumId w:val="28"/>
  </w:num>
  <w:num w:numId="9">
    <w:abstractNumId w:val="14"/>
  </w:num>
  <w:num w:numId="10">
    <w:abstractNumId w:val="2"/>
  </w:num>
  <w:num w:numId="11">
    <w:abstractNumId w:val="12"/>
  </w:num>
  <w:num w:numId="12">
    <w:abstractNumId w:val="10"/>
  </w:num>
  <w:num w:numId="13">
    <w:abstractNumId w:val="23"/>
  </w:num>
  <w:num w:numId="14">
    <w:abstractNumId w:val="20"/>
  </w:num>
  <w:num w:numId="15">
    <w:abstractNumId w:val="13"/>
  </w:num>
  <w:num w:numId="16">
    <w:abstractNumId w:val="5"/>
  </w:num>
  <w:num w:numId="17">
    <w:abstractNumId w:val="3"/>
  </w:num>
  <w:num w:numId="18">
    <w:abstractNumId w:val="21"/>
  </w:num>
  <w:num w:numId="19">
    <w:abstractNumId w:val="24"/>
  </w:num>
  <w:num w:numId="20">
    <w:abstractNumId w:val="27"/>
  </w:num>
  <w:num w:numId="21">
    <w:abstractNumId w:val="6"/>
  </w:num>
  <w:num w:numId="22">
    <w:abstractNumId w:val="25"/>
  </w:num>
  <w:num w:numId="23">
    <w:abstractNumId w:val="9"/>
  </w:num>
  <w:num w:numId="24">
    <w:abstractNumId w:val="7"/>
  </w:num>
  <w:num w:numId="25">
    <w:abstractNumId w:val="26"/>
  </w:num>
  <w:num w:numId="26">
    <w:abstractNumId w:val="8"/>
  </w:num>
  <w:num w:numId="27">
    <w:abstractNumId w:val="0"/>
  </w:num>
  <w:num w:numId="28">
    <w:abstractNumId w:val="19"/>
  </w:num>
  <w:num w:numId="29">
    <w:abstractNumId w:val="18"/>
  </w:num>
  <w:num w:numId="30">
    <w:abstractNumId w:val="22"/>
  </w:num>
  <w:num w:numId="3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05B82"/>
    <w:rsid w:val="0001057C"/>
    <w:rsid w:val="00013A18"/>
    <w:rsid w:val="00013B2C"/>
    <w:rsid w:val="000155D0"/>
    <w:rsid w:val="00015893"/>
    <w:rsid w:val="0001686B"/>
    <w:rsid w:val="0002424F"/>
    <w:rsid w:val="00027947"/>
    <w:rsid w:val="00033582"/>
    <w:rsid w:val="00033D97"/>
    <w:rsid w:val="00034A36"/>
    <w:rsid w:val="00036A63"/>
    <w:rsid w:val="00036B40"/>
    <w:rsid w:val="00036D76"/>
    <w:rsid w:val="00040B6D"/>
    <w:rsid w:val="00051B85"/>
    <w:rsid w:val="0005373F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4D2B"/>
    <w:rsid w:val="00085C5D"/>
    <w:rsid w:val="0008601A"/>
    <w:rsid w:val="000866BE"/>
    <w:rsid w:val="0009045E"/>
    <w:rsid w:val="000920EB"/>
    <w:rsid w:val="00094799"/>
    <w:rsid w:val="00094EB9"/>
    <w:rsid w:val="00096510"/>
    <w:rsid w:val="00096B98"/>
    <w:rsid w:val="000974B1"/>
    <w:rsid w:val="000A0522"/>
    <w:rsid w:val="000B0DBD"/>
    <w:rsid w:val="000B5CE0"/>
    <w:rsid w:val="000C05B8"/>
    <w:rsid w:val="000C3234"/>
    <w:rsid w:val="000C47A9"/>
    <w:rsid w:val="000C679C"/>
    <w:rsid w:val="000D1015"/>
    <w:rsid w:val="000D42BE"/>
    <w:rsid w:val="000D5886"/>
    <w:rsid w:val="000E0921"/>
    <w:rsid w:val="000E1564"/>
    <w:rsid w:val="000E3C2B"/>
    <w:rsid w:val="00101BCF"/>
    <w:rsid w:val="00104A96"/>
    <w:rsid w:val="001112C2"/>
    <w:rsid w:val="00123BA0"/>
    <w:rsid w:val="00124536"/>
    <w:rsid w:val="00125A7F"/>
    <w:rsid w:val="00126CEA"/>
    <w:rsid w:val="00132B64"/>
    <w:rsid w:val="00133995"/>
    <w:rsid w:val="00133E9C"/>
    <w:rsid w:val="0013651E"/>
    <w:rsid w:val="00136B64"/>
    <w:rsid w:val="0014036E"/>
    <w:rsid w:val="00145125"/>
    <w:rsid w:val="001476C9"/>
    <w:rsid w:val="0014785F"/>
    <w:rsid w:val="00152301"/>
    <w:rsid w:val="00157AB8"/>
    <w:rsid w:val="00157F92"/>
    <w:rsid w:val="00163D9F"/>
    <w:rsid w:val="001652FC"/>
    <w:rsid w:val="0016753B"/>
    <w:rsid w:val="00167B53"/>
    <w:rsid w:val="00172B93"/>
    <w:rsid w:val="00175483"/>
    <w:rsid w:val="00175F47"/>
    <w:rsid w:val="00175F4C"/>
    <w:rsid w:val="0017778F"/>
    <w:rsid w:val="00180519"/>
    <w:rsid w:val="00183007"/>
    <w:rsid w:val="00185AAB"/>
    <w:rsid w:val="001866EF"/>
    <w:rsid w:val="00192A23"/>
    <w:rsid w:val="00193A87"/>
    <w:rsid w:val="001974F6"/>
    <w:rsid w:val="00197EE9"/>
    <w:rsid w:val="001A0B5A"/>
    <w:rsid w:val="001A4996"/>
    <w:rsid w:val="001A5481"/>
    <w:rsid w:val="001B0061"/>
    <w:rsid w:val="001B11E7"/>
    <w:rsid w:val="001B62BC"/>
    <w:rsid w:val="001C0F16"/>
    <w:rsid w:val="001C4DEB"/>
    <w:rsid w:val="001C5748"/>
    <w:rsid w:val="001D1A8B"/>
    <w:rsid w:val="001D2EB1"/>
    <w:rsid w:val="001D7BE8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1F69"/>
    <w:rsid w:val="00215C85"/>
    <w:rsid w:val="00220A78"/>
    <w:rsid w:val="00224257"/>
    <w:rsid w:val="0023090A"/>
    <w:rsid w:val="0024291C"/>
    <w:rsid w:val="00257F22"/>
    <w:rsid w:val="002622DB"/>
    <w:rsid w:val="00264A06"/>
    <w:rsid w:val="002655FB"/>
    <w:rsid w:val="00265B9D"/>
    <w:rsid w:val="00270752"/>
    <w:rsid w:val="00271362"/>
    <w:rsid w:val="00273491"/>
    <w:rsid w:val="002743D5"/>
    <w:rsid w:val="00274A67"/>
    <w:rsid w:val="00275CED"/>
    <w:rsid w:val="002768AC"/>
    <w:rsid w:val="002838C9"/>
    <w:rsid w:val="00285725"/>
    <w:rsid w:val="002868C6"/>
    <w:rsid w:val="00292565"/>
    <w:rsid w:val="002A3129"/>
    <w:rsid w:val="002A46CD"/>
    <w:rsid w:val="002A48F7"/>
    <w:rsid w:val="002A59B9"/>
    <w:rsid w:val="002B0BFD"/>
    <w:rsid w:val="002B254A"/>
    <w:rsid w:val="002B5C62"/>
    <w:rsid w:val="002C0A14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2596"/>
    <w:rsid w:val="00317AD5"/>
    <w:rsid w:val="00320A0D"/>
    <w:rsid w:val="00321A3E"/>
    <w:rsid w:val="003230B3"/>
    <w:rsid w:val="00326212"/>
    <w:rsid w:val="00335A99"/>
    <w:rsid w:val="003376A8"/>
    <w:rsid w:val="0033773E"/>
    <w:rsid w:val="003450DB"/>
    <w:rsid w:val="00347346"/>
    <w:rsid w:val="00347E8D"/>
    <w:rsid w:val="00354223"/>
    <w:rsid w:val="00362C4E"/>
    <w:rsid w:val="00366FFB"/>
    <w:rsid w:val="00371A75"/>
    <w:rsid w:val="003749A4"/>
    <w:rsid w:val="00374D54"/>
    <w:rsid w:val="00375780"/>
    <w:rsid w:val="003873EA"/>
    <w:rsid w:val="00387A0D"/>
    <w:rsid w:val="003903C2"/>
    <w:rsid w:val="00392E7E"/>
    <w:rsid w:val="00395532"/>
    <w:rsid w:val="00395F60"/>
    <w:rsid w:val="0039635F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3F7285"/>
    <w:rsid w:val="0040472A"/>
    <w:rsid w:val="00410D4E"/>
    <w:rsid w:val="00412E5B"/>
    <w:rsid w:val="00417E23"/>
    <w:rsid w:val="004257E0"/>
    <w:rsid w:val="004328AD"/>
    <w:rsid w:val="004367FB"/>
    <w:rsid w:val="00436C85"/>
    <w:rsid w:val="00436F85"/>
    <w:rsid w:val="00441E0F"/>
    <w:rsid w:val="0044629B"/>
    <w:rsid w:val="00446871"/>
    <w:rsid w:val="00446E2F"/>
    <w:rsid w:val="0044738A"/>
    <w:rsid w:val="004530C7"/>
    <w:rsid w:val="00460D33"/>
    <w:rsid w:val="00466493"/>
    <w:rsid w:val="00466DDB"/>
    <w:rsid w:val="00470068"/>
    <w:rsid w:val="00473D75"/>
    <w:rsid w:val="0047759A"/>
    <w:rsid w:val="00480995"/>
    <w:rsid w:val="004850DE"/>
    <w:rsid w:val="004925D9"/>
    <w:rsid w:val="00492AEE"/>
    <w:rsid w:val="00496273"/>
    <w:rsid w:val="004A723C"/>
    <w:rsid w:val="004B29F9"/>
    <w:rsid w:val="004B2F78"/>
    <w:rsid w:val="004B6CDE"/>
    <w:rsid w:val="004C0E65"/>
    <w:rsid w:val="004C2303"/>
    <w:rsid w:val="004C3402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0762F"/>
    <w:rsid w:val="00520308"/>
    <w:rsid w:val="00535E9B"/>
    <w:rsid w:val="00544B19"/>
    <w:rsid w:val="005453F1"/>
    <w:rsid w:val="00550743"/>
    <w:rsid w:val="00551FB7"/>
    <w:rsid w:val="0055296E"/>
    <w:rsid w:val="0055637B"/>
    <w:rsid w:val="005563FF"/>
    <w:rsid w:val="00562E63"/>
    <w:rsid w:val="00564B37"/>
    <w:rsid w:val="00572ED1"/>
    <w:rsid w:val="00574D7E"/>
    <w:rsid w:val="00582CE9"/>
    <w:rsid w:val="00582D42"/>
    <w:rsid w:val="005850D2"/>
    <w:rsid w:val="0058794A"/>
    <w:rsid w:val="005902D7"/>
    <w:rsid w:val="005932BA"/>
    <w:rsid w:val="005A354D"/>
    <w:rsid w:val="005B24A8"/>
    <w:rsid w:val="005B2B6D"/>
    <w:rsid w:val="005B3F04"/>
    <w:rsid w:val="005B6DC6"/>
    <w:rsid w:val="005B7952"/>
    <w:rsid w:val="005C23F0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5F65C6"/>
    <w:rsid w:val="00610071"/>
    <w:rsid w:val="00611F99"/>
    <w:rsid w:val="00612DD0"/>
    <w:rsid w:val="00613AE1"/>
    <w:rsid w:val="00616F0F"/>
    <w:rsid w:val="00620708"/>
    <w:rsid w:val="00623B01"/>
    <w:rsid w:val="006241B5"/>
    <w:rsid w:val="00625BB0"/>
    <w:rsid w:val="006261BB"/>
    <w:rsid w:val="006262AF"/>
    <w:rsid w:val="00642E89"/>
    <w:rsid w:val="00650868"/>
    <w:rsid w:val="0065322E"/>
    <w:rsid w:val="00655DA8"/>
    <w:rsid w:val="00660237"/>
    <w:rsid w:val="006621F3"/>
    <w:rsid w:val="006649AC"/>
    <w:rsid w:val="00664AA4"/>
    <w:rsid w:val="00666F60"/>
    <w:rsid w:val="00670CE4"/>
    <w:rsid w:val="0067116D"/>
    <w:rsid w:val="00672D33"/>
    <w:rsid w:val="00673AFF"/>
    <w:rsid w:val="0067572D"/>
    <w:rsid w:val="006775EE"/>
    <w:rsid w:val="00680F7C"/>
    <w:rsid w:val="0068600F"/>
    <w:rsid w:val="00694A5F"/>
    <w:rsid w:val="00696995"/>
    <w:rsid w:val="006A0331"/>
    <w:rsid w:val="006A4275"/>
    <w:rsid w:val="006A74B5"/>
    <w:rsid w:val="006B0E65"/>
    <w:rsid w:val="006B2C26"/>
    <w:rsid w:val="006B7B6C"/>
    <w:rsid w:val="006C4791"/>
    <w:rsid w:val="006C4B70"/>
    <w:rsid w:val="006C4FD2"/>
    <w:rsid w:val="006C6089"/>
    <w:rsid w:val="006C6792"/>
    <w:rsid w:val="006D16F1"/>
    <w:rsid w:val="006E100D"/>
    <w:rsid w:val="006E2000"/>
    <w:rsid w:val="006E5EF6"/>
    <w:rsid w:val="006F5F72"/>
    <w:rsid w:val="00700BCE"/>
    <w:rsid w:val="00703735"/>
    <w:rsid w:val="00707DEC"/>
    <w:rsid w:val="00710355"/>
    <w:rsid w:val="00716FA6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39C5"/>
    <w:rsid w:val="007844EB"/>
    <w:rsid w:val="00784A66"/>
    <w:rsid w:val="00784DC3"/>
    <w:rsid w:val="0078665F"/>
    <w:rsid w:val="00787D9C"/>
    <w:rsid w:val="00792B56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3D51"/>
    <w:rsid w:val="007C6687"/>
    <w:rsid w:val="007C67FA"/>
    <w:rsid w:val="007D0675"/>
    <w:rsid w:val="007D1209"/>
    <w:rsid w:val="007D51AB"/>
    <w:rsid w:val="007D681C"/>
    <w:rsid w:val="007E1DD3"/>
    <w:rsid w:val="007F2646"/>
    <w:rsid w:val="00801DB6"/>
    <w:rsid w:val="008045B5"/>
    <w:rsid w:val="00806317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41D"/>
    <w:rsid w:val="00827A7E"/>
    <w:rsid w:val="00831596"/>
    <w:rsid w:val="00834460"/>
    <w:rsid w:val="00840E0E"/>
    <w:rsid w:val="00842578"/>
    <w:rsid w:val="00842A55"/>
    <w:rsid w:val="00843B49"/>
    <w:rsid w:val="0084647F"/>
    <w:rsid w:val="00847B49"/>
    <w:rsid w:val="0085257B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B34"/>
    <w:rsid w:val="008926B5"/>
    <w:rsid w:val="008A3F67"/>
    <w:rsid w:val="008A655C"/>
    <w:rsid w:val="008A65C8"/>
    <w:rsid w:val="008A7413"/>
    <w:rsid w:val="008B1601"/>
    <w:rsid w:val="008B6316"/>
    <w:rsid w:val="008C619A"/>
    <w:rsid w:val="008C75AB"/>
    <w:rsid w:val="008D3C28"/>
    <w:rsid w:val="008D663B"/>
    <w:rsid w:val="008D6A33"/>
    <w:rsid w:val="008D6DE2"/>
    <w:rsid w:val="008D6FD3"/>
    <w:rsid w:val="008E2EA9"/>
    <w:rsid w:val="008E3D3C"/>
    <w:rsid w:val="008E4838"/>
    <w:rsid w:val="008F15AA"/>
    <w:rsid w:val="008F162F"/>
    <w:rsid w:val="008F17DA"/>
    <w:rsid w:val="008F1FB0"/>
    <w:rsid w:val="008F5A25"/>
    <w:rsid w:val="008F6120"/>
    <w:rsid w:val="008F7DDE"/>
    <w:rsid w:val="00900375"/>
    <w:rsid w:val="0090379D"/>
    <w:rsid w:val="009037AD"/>
    <w:rsid w:val="00910E6D"/>
    <w:rsid w:val="00911FA5"/>
    <w:rsid w:val="00920735"/>
    <w:rsid w:val="009318F9"/>
    <w:rsid w:val="009333B9"/>
    <w:rsid w:val="009356B1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04C0"/>
    <w:rsid w:val="00971C8B"/>
    <w:rsid w:val="00971E24"/>
    <w:rsid w:val="00972338"/>
    <w:rsid w:val="00972B41"/>
    <w:rsid w:val="00973A92"/>
    <w:rsid w:val="00976B36"/>
    <w:rsid w:val="00981A4B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5E7"/>
    <w:rsid w:val="009B5CDA"/>
    <w:rsid w:val="009B633C"/>
    <w:rsid w:val="009C236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149E"/>
    <w:rsid w:val="009E22CE"/>
    <w:rsid w:val="009E2CB5"/>
    <w:rsid w:val="009E3F91"/>
    <w:rsid w:val="009E5B5E"/>
    <w:rsid w:val="009F47AE"/>
    <w:rsid w:val="009F75EA"/>
    <w:rsid w:val="00A02C84"/>
    <w:rsid w:val="00A148D6"/>
    <w:rsid w:val="00A166F8"/>
    <w:rsid w:val="00A27A18"/>
    <w:rsid w:val="00A30F87"/>
    <w:rsid w:val="00A36C5B"/>
    <w:rsid w:val="00A370AB"/>
    <w:rsid w:val="00A42417"/>
    <w:rsid w:val="00A426FC"/>
    <w:rsid w:val="00A43299"/>
    <w:rsid w:val="00A45300"/>
    <w:rsid w:val="00A51AB6"/>
    <w:rsid w:val="00A57E04"/>
    <w:rsid w:val="00A6049B"/>
    <w:rsid w:val="00A64A42"/>
    <w:rsid w:val="00A64E8A"/>
    <w:rsid w:val="00A64F9F"/>
    <w:rsid w:val="00A65238"/>
    <w:rsid w:val="00A70A38"/>
    <w:rsid w:val="00A70B0B"/>
    <w:rsid w:val="00A72BC2"/>
    <w:rsid w:val="00A730B9"/>
    <w:rsid w:val="00A7626A"/>
    <w:rsid w:val="00A809BD"/>
    <w:rsid w:val="00A81CFB"/>
    <w:rsid w:val="00A85D6F"/>
    <w:rsid w:val="00A91A11"/>
    <w:rsid w:val="00A91B9E"/>
    <w:rsid w:val="00A92727"/>
    <w:rsid w:val="00AA134E"/>
    <w:rsid w:val="00AA3417"/>
    <w:rsid w:val="00AB300D"/>
    <w:rsid w:val="00AB5621"/>
    <w:rsid w:val="00AB63AD"/>
    <w:rsid w:val="00AB78A2"/>
    <w:rsid w:val="00AC4A8D"/>
    <w:rsid w:val="00AC5A4C"/>
    <w:rsid w:val="00AD4E66"/>
    <w:rsid w:val="00AD5D81"/>
    <w:rsid w:val="00AD7C7A"/>
    <w:rsid w:val="00AE0117"/>
    <w:rsid w:val="00AE1A85"/>
    <w:rsid w:val="00AE328F"/>
    <w:rsid w:val="00AE5E48"/>
    <w:rsid w:val="00AF027D"/>
    <w:rsid w:val="00AF159D"/>
    <w:rsid w:val="00AF30DB"/>
    <w:rsid w:val="00AF3E56"/>
    <w:rsid w:val="00AF78FE"/>
    <w:rsid w:val="00AF7E7E"/>
    <w:rsid w:val="00B00211"/>
    <w:rsid w:val="00B022A1"/>
    <w:rsid w:val="00B041A8"/>
    <w:rsid w:val="00B0459E"/>
    <w:rsid w:val="00B05E1A"/>
    <w:rsid w:val="00B10201"/>
    <w:rsid w:val="00B10A71"/>
    <w:rsid w:val="00B14FFD"/>
    <w:rsid w:val="00B17A2B"/>
    <w:rsid w:val="00B21235"/>
    <w:rsid w:val="00B23C87"/>
    <w:rsid w:val="00B260E3"/>
    <w:rsid w:val="00B26F4F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340B"/>
    <w:rsid w:val="00B57759"/>
    <w:rsid w:val="00B60FF6"/>
    <w:rsid w:val="00B62B32"/>
    <w:rsid w:val="00B63CE0"/>
    <w:rsid w:val="00B67333"/>
    <w:rsid w:val="00B67FA9"/>
    <w:rsid w:val="00B74FE1"/>
    <w:rsid w:val="00B76CD7"/>
    <w:rsid w:val="00B801D6"/>
    <w:rsid w:val="00B8070E"/>
    <w:rsid w:val="00B808E7"/>
    <w:rsid w:val="00B83A96"/>
    <w:rsid w:val="00B83F8A"/>
    <w:rsid w:val="00B93467"/>
    <w:rsid w:val="00B9396E"/>
    <w:rsid w:val="00BA01AC"/>
    <w:rsid w:val="00BA0FF4"/>
    <w:rsid w:val="00BA1EA2"/>
    <w:rsid w:val="00BA1EC0"/>
    <w:rsid w:val="00BA36DE"/>
    <w:rsid w:val="00BA5673"/>
    <w:rsid w:val="00BB0255"/>
    <w:rsid w:val="00BB180C"/>
    <w:rsid w:val="00BB37B6"/>
    <w:rsid w:val="00BB4E22"/>
    <w:rsid w:val="00BC3599"/>
    <w:rsid w:val="00BC5574"/>
    <w:rsid w:val="00BC6B6D"/>
    <w:rsid w:val="00BD03F5"/>
    <w:rsid w:val="00BD1D08"/>
    <w:rsid w:val="00BE0A2C"/>
    <w:rsid w:val="00BE0AE4"/>
    <w:rsid w:val="00BE38BB"/>
    <w:rsid w:val="00BE3D7E"/>
    <w:rsid w:val="00BF60C4"/>
    <w:rsid w:val="00C003C6"/>
    <w:rsid w:val="00C0045D"/>
    <w:rsid w:val="00C033B9"/>
    <w:rsid w:val="00C04213"/>
    <w:rsid w:val="00C10B09"/>
    <w:rsid w:val="00C11154"/>
    <w:rsid w:val="00C11F99"/>
    <w:rsid w:val="00C12714"/>
    <w:rsid w:val="00C160BE"/>
    <w:rsid w:val="00C1682E"/>
    <w:rsid w:val="00C20678"/>
    <w:rsid w:val="00C224EE"/>
    <w:rsid w:val="00C23F3E"/>
    <w:rsid w:val="00C26BC0"/>
    <w:rsid w:val="00C27123"/>
    <w:rsid w:val="00C272AD"/>
    <w:rsid w:val="00C27B9D"/>
    <w:rsid w:val="00C3308C"/>
    <w:rsid w:val="00C45F7E"/>
    <w:rsid w:val="00C5009D"/>
    <w:rsid w:val="00C53A22"/>
    <w:rsid w:val="00C55A04"/>
    <w:rsid w:val="00C5656D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3272"/>
    <w:rsid w:val="00CA45F4"/>
    <w:rsid w:val="00CB2D26"/>
    <w:rsid w:val="00CB3A6F"/>
    <w:rsid w:val="00CC0073"/>
    <w:rsid w:val="00CC1A87"/>
    <w:rsid w:val="00CC1DCD"/>
    <w:rsid w:val="00CC6811"/>
    <w:rsid w:val="00CD2022"/>
    <w:rsid w:val="00CD6EB7"/>
    <w:rsid w:val="00CE2F55"/>
    <w:rsid w:val="00CF00F5"/>
    <w:rsid w:val="00CF36E7"/>
    <w:rsid w:val="00CF7254"/>
    <w:rsid w:val="00CF7A16"/>
    <w:rsid w:val="00D00DBC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47AFD"/>
    <w:rsid w:val="00D51266"/>
    <w:rsid w:val="00D516C1"/>
    <w:rsid w:val="00D62E35"/>
    <w:rsid w:val="00D6344F"/>
    <w:rsid w:val="00D6408B"/>
    <w:rsid w:val="00D65131"/>
    <w:rsid w:val="00D805FD"/>
    <w:rsid w:val="00D80BC6"/>
    <w:rsid w:val="00D80E4A"/>
    <w:rsid w:val="00D85FD0"/>
    <w:rsid w:val="00D87E7D"/>
    <w:rsid w:val="00D914DE"/>
    <w:rsid w:val="00D9234B"/>
    <w:rsid w:val="00D9793B"/>
    <w:rsid w:val="00DA23B0"/>
    <w:rsid w:val="00DA647A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240A3"/>
    <w:rsid w:val="00E263B1"/>
    <w:rsid w:val="00E30B4B"/>
    <w:rsid w:val="00E33932"/>
    <w:rsid w:val="00E34F45"/>
    <w:rsid w:val="00E413AB"/>
    <w:rsid w:val="00E41451"/>
    <w:rsid w:val="00E45F98"/>
    <w:rsid w:val="00E5515D"/>
    <w:rsid w:val="00E56B47"/>
    <w:rsid w:val="00E650AC"/>
    <w:rsid w:val="00E669FA"/>
    <w:rsid w:val="00E66F4B"/>
    <w:rsid w:val="00E672F2"/>
    <w:rsid w:val="00E706C2"/>
    <w:rsid w:val="00E724C8"/>
    <w:rsid w:val="00E729C0"/>
    <w:rsid w:val="00E72CD1"/>
    <w:rsid w:val="00E75374"/>
    <w:rsid w:val="00E77739"/>
    <w:rsid w:val="00E8041E"/>
    <w:rsid w:val="00E8082E"/>
    <w:rsid w:val="00E83142"/>
    <w:rsid w:val="00E8319C"/>
    <w:rsid w:val="00E92F67"/>
    <w:rsid w:val="00E95B91"/>
    <w:rsid w:val="00EA13E3"/>
    <w:rsid w:val="00EA1C71"/>
    <w:rsid w:val="00EA6557"/>
    <w:rsid w:val="00EA6B97"/>
    <w:rsid w:val="00EB216E"/>
    <w:rsid w:val="00EB64AF"/>
    <w:rsid w:val="00EC07C0"/>
    <w:rsid w:val="00EC22FA"/>
    <w:rsid w:val="00EC30C5"/>
    <w:rsid w:val="00EC4311"/>
    <w:rsid w:val="00ED2FD4"/>
    <w:rsid w:val="00ED6797"/>
    <w:rsid w:val="00EE1D2B"/>
    <w:rsid w:val="00EE3534"/>
    <w:rsid w:val="00EE5D1B"/>
    <w:rsid w:val="00EE5E2C"/>
    <w:rsid w:val="00EF125F"/>
    <w:rsid w:val="00EF6022"/>
    <w:rsid w:val="00F014DB"/>
    <w:rsid w:val="00F01E75"/>
    <w:rsid w:val="00F04C7D"/>
    <w:rsid w:val="00F14154"/>
    <w:rsid w:val="00F16869"/>
    <w:rsid w:val="00F20BB5"/>
    <w:rsid w:val="00F21C5D"/>
    <w:rsid w:val="00F21DD8"/>
    <w:rsid w:val="00F24A50"/>
    <w:rsid w:val="00F25128"/>
    <w:rsid w:val="00F27587"/>
    <w:rsid w:val="00F3015D"/>
    <w:rsid w:val="00F32BD1"/>
    <w:rsid w:val="00F35F2F"/>
    <w:rsid w:val="00F377D2"/>
    <w:rsid w:val="00F42699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5673"/>
    <w:rsid w:val="00F835B4"/>
    <w:rsid w:val="00F86AE9"/>
    <w:rsid w:val="00F90B96"/>
    <w:rsid w:val="00F9174F"/>
    <w:rsid w:val="00F95865"/>
    <w:rsid w:val="00FA0F6A"/>
    <w:rsid w:val="00FA662F"/>
    <w:rsid w:val="00FA7937"/>
    <w:rsid w:val="00FB0646"/>
    <w:rsid w:val="00FB183B"/>
    <w:rsid w:val="00FB243F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  <w:rsid w:val="2834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link w:val="BezodstpwZnak"/>
    <w:uiPriority w:val="1"/>
    <w:qFormat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RR PGE Akapit z listą,Styl 1,Tytuł_procedury,lp1,List Paragraph1,List Paragraph2,ISCG Numerowanie,Preambuła,TZ-Nag2,CP-UC,CP-Punkty,Bullet List,List - bullets,Equipment,Bullet 1,List Paragraph Char Char,b1,Figure_name,1_literowka,Normal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uiPriority w:val="59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6F0F"/>
    <w:rPr>
      <w:color w:val="605E5C"/>
      <w:shd w:val="clear" w:color="auto" w:fill="E1DFDD"/>
    </w:rPr>
  </w:style>
  <w:style w:type="paragraph" w:customStyle="1" w:styleId="Nagwek21">
    <w:name w:val="Nagłówek 21"/>
    <w:basedOn w:val="Normalny"/>
    <w:next w:val="Normalny"/>
    <w:link w:val="Nagwek21Znak"/>
    <w:unhideWhenUsed/>
    <w:qFormat/>
    <w:rsid w:val="00B23C87"/>
    <w:pPr>
      <w:keepNext/>
      <w:keepLines/>
      <w:numPr>
        <w:ilvl w:val="1"/>
        <w:numId w:val="29"/>
      </w:numPr>
      <w:tabs>
        <w:tab w:val="clear" w:pos="1003"/>
      </w:tabs>
      <w:spacing w:before="40" w:after="0"/>
      <w:ind w:left="0" w:firstLine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nhideWhenUsed/>
    <w:qFormat/>
    <w:rsid w:val="00B23C87"/>
    <w:pPr>
      <w:keepNext/>
      <w:keepLines/>
      <w:numPr>
        <w:ilvl w:val="2"/>
        <w:numId w:val="29"/>
      </w:numPr>
      <w:tabs>
        <w:tab w:val="clear" w:pos="2846"/>
      </w:tabs>
      <w:spacing w:before="40" w:after="0"/>
      <w:ind w:left="0" w:firstLine="0"/>
      <w:outlineLvl w:val="2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23C87"/>
  </w:style>
  <w:style w:type="paragraph" w:styleId="Tekstpodstawowy">
    <w:name w:val="Body Text"/>
    <w:basedOn w:val="Normalny"/>
    <w:link w:val="TekstpodstawowyZnak"/>
    <w:rsid w:val="00B23C87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3C8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3C87"/>
    <w:pPr>
      <w:spacing w:after="0" w:line="360" w:lineRule="auto"/>
      <w:ind w:left="360" w:hanging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3C87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B23C87"/>
  </w:style>
  <w:style w:type="paragraph" w:customStyle="1" w:styleId="Punktakapitu">
    <w:name w:val="Punkt_akapitu"/>
    <w:basedOn w:val="Normalny"/>
    <w:link w:val="PunktakapituZnak"/>
    <w:qFormat/>
    <w:rsid w:val="00B23C87"/>
    <w:pPr>
      <w:numPr>
        <w:numId w:val="25"/>
      </w:numPr>
      <w:spacing w:after="120" w:line="276" w:lineRule="auto"/>
      <w:contextualSpacing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akapituZnak">
    <w:name w:val="Punkt_akapitu Znak"/>
    <w:basedOn w:val="Domylnaczcionkaakapitu"/>
    <w:link w:val="Punktakapitu"/>
    <w:rsid w:val="00B23C87"/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23C87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link w:val="ParagrafZnak"/>
    <w:qFormat/>
    <w:rsid w:val="00B23C87"/>
    <w:pPr>
      <w:spacing w:before="240" w:after="0"/>
      <w:jc w:val="center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ParagrafZnak">
    <w:name w:val="Paragraf Znak"/>
    <w:basedOn w:val="Domylnaczcionkaakapitu"/>
    <w:link w:val="Paragraf"/>
    <w:rsid w:val="00B23C87"/>
    <w:rPr>
      <w:rFonts w:ascii="Arial" w:eastAsia="Times New Roman" w:hAnsi="Arial" w:cs="Arial"/>
      <w:b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23C87"/>
    <w:rPr>
      <w:color w:val="954F72"/>
      <w:u w:val="single"/>
    </w:rPr>
  </w:style>
  <w:style w:type="paragraph" w:customStyle="1" w:styleId="msonormal0">
    <w:name w:val="msonormal"/>
    <w:basedOn w:val="Normalny"/>
    <w:rsid w:val="00B23C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23C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4">
    <w:name w:val="xl64"/>
    <w:basedOn w:val="Normalny"/>
    <w:rsid w:val="00B23C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B23C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B23C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B23C8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B23C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B23C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B23C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B23C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B23C8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3">
    <w:name w:val="xl73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8">
    <w:name w:val="xl78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9">
    <w:name w:val="xl79"/>
    <w:basedOn w:val="Normalny"/>
    <w:rsid w:val="00B23C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B23C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B23C8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2">
    <w:name w:val="xl82"/>
    <w:basedOn w:val="Normalny"/>
    <w:rsid w:val="00B23C8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rsid w:val="00B23C8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B23C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B23C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B23C8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B23C8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B23C87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B23C8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B23C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B23C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B23C8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B23C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B23C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B23C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RR PGE Akapit z listą Znak,Styl 1 Znak,Tytuł_procedury Znak,lp1 Znak,List Paragraph1 Znak,List Paragraph2 Znak,ISCG Numerowanie Znak,Preambuła Znak,TZ-Nag2 Znak,CP-UC Znak,CP-Punkty Znak,Bullet List Znak,List - bullets Znak,b1 Znak"/>
    <w:link w:val="Akapitzlist"/>
    <w:uiPriority w:val="34"/>
    <w:qFormat/>
    <w:locked/>
    <w:rsid w:val="00B23C87"/>
    <w:rPr>
      <w:sz w:val="18"/>
    </w:rPr>
  </w:style>
  <w:style w:type="character" w:customStyle="1" w:styleId="BezodstpwZnak">
    <w:name w:val="Bez odstępów Znak"/>
    <w:link w:val="Bezodstpw"/>
    <w:uiPriority w:val="1"/>
    <w:rsid w:val="00B23C87"/>
  </w:style>
  <w:style w:type="paragraph" w:customStyle="1" w:styleId="Nagwek41">
    <w:name w:val="Nagłówek 41"/>
    <w:basedOn w:val="Nagwek31"/>
    <w:next w:val="Normalny"/>
    <w:qFormat/>
    <w:rsid w:val="00B23C87"/>
    <w:pPr>
      <w:keepNext w:val="0"/>
      <w:keepLines w:val="0"/>
      <w:numPr>
        <w:ilvl w:val="3"/>
      </w:numPr>
      <w:tabs>
        <w:tab w:val="clear" w:pos="1723"/>
      </w:tabs>
      <w:spacing w:before="120" w:after="120" w:line="312" w:lineRule="auto"/>
      <w:ind w:left="2520" w:hanging="360"/>
      <w:jc w:val="both"/>
      <w:outlineLvl w:val="3"/>
    </w:pPr>
    <w:rPr>
      <w:rFonts w:ascii="Arial" w:hAnsi="Arial"/>
      <w:color w:val="auto"/>
      <w:sz w:val="20"/>
      <w:szCs w:val="22"/>
      <w:lang w:eastAsia="en-US"/>
    </w:rPr>
  </w:style>
  <w:style w:type="paragraph" w:customStyle="1" w:styleId="Nagwek11">
    <w:name w:val="Nagłówek 11"/>
    <w:basedOn w:val="Normalny"/>
    <w:next w:val="Normalny"/>
    <w:qFormat/>
    <w:rsid w:val="00B23C87"/>
    <w:pPr>
      <w:keepNext/>
      <w:numPr>
        <w:numId w:val="29"/>
      </w:numPr>
      <w:tabs>
        <w:tab w:val="left" w:pos="1134"/>
      </w:tabs>
      <w:spacing w:before="120" w:after="120" w:line="312" w:lineRule="auto"/>
      <w:jc w:val="both"/>
      <w:outlineLvl w:val="0"/>
    </w:pPr>
    <w:rPr>
      <w:rFonts w:ascii="Arial" w:eastAsia="Times New Roman" w:hAnsi="Arial" w:cs="Times New Roman"/>
      <w:b/>
      <w:caps/>
      <w:sz w:val="22"/>
      <w:szCs w:val="20"/>
    </w:rPr>
  </w:style>
  <w:style w:type="paragraph" w:customStyle="1" w:styleId="Nagwek51">
    <w:name w:val="Nagłówek 51"/>
    <w:basedOn w:val="Nagwek41"/>
    <w:next w:val="Normalny"/>
    <w:qFormat/>
    <w:rsid w:val="00B23C87"/>
    <w:pPr>
      <w:numPr>
        <w:ilvl w:val="4"/>
      </w:numPr>
      <w:tabs>
        <w:tab w:val="clear" w:pos="2443"/>
      </w:tabs>
      <w:ind w:left="3240" w:hanging="360"/>
      <w:outlineLvl w:val="4"/>
    </w:pPr>
  </w:style>
  <w:style w:type="paragraph" w:customStyle="1" w:styleId="Nagwek61">
    <w:name w:val="Nagłówek 61"/>
    <w:basedOn w:val="Nagwek51"/>
    <w:next w:val="Normalny"/>
    <w:qFormat/>
    <w:rsid w:val="00B23C87"/>
    <w:pPr>
      <w:numPr>
        <w:ilvl w:val="5"/>
      </w:numPr>
      <w:tabs>
        <w:tab w:val="clear" w:pos="2155"/>
      </w:tabs>
      <w:spacing w:before="0" w:after="0"/>
      <w:ind w:left="3960" w:hanging="180"/>
      <w:outlineLvl w:val="5"/>
    </w:pPr>
  </w:style>
  <w:style w:type="paragraph" w:customStyle="1" w:styleId="Nagwek71">
    <w:name w:val="Nagłówek 71"/>
    <w:basedOn w:val="Nagwek61"/>
    <w:next w:val="Normalny"/>
    <w:qFormat/>
    <w:rsid w:val="00B23C87"/>
    <w:pPr>
      <w:numPr>
        <w:ilvl w:val="6"/>
      </w:numPr>
      <w:tabs>
        <w:tab w:val="clear" w:pos="2443"/>
      </w:tabs>
      <w:spacing w:before="120" w:after="120"/>
      <w:ind w:left="4680" w:hanging="360"/>
      <w:outlineLvl w:val="6"/>
    </w:pPr>
  </w:style>
  <w:style w:type="character" w:customStyle="1" w:styleId="Nagwek21Znak">
    <w:name w:val="Nagłówek 21 Znak"/>
    <w:basedOn w:val="Domylnaczcionkaakapitu"/>
    <w:link w:val="Nagwek21"/>
    <w:rsid w:val="00B23C87"/>
    <w:rPr>
      <w:rFonts w:ascii="Cambria" w:eastAsia="Times New Roman" w:hAnsi="Cambria" w:cs="Times New Roman"/>
      <w:color w:val="365F91"/>
      <w:sz w:val="26"/>
      <w:szCs w:val="26"/>
      <w:lang w:eastAsia="pl-PL"/>
    </w:rPr>
  </w:style>
  <w:style w:type="paragraph" w:customStyle="1" w:styleId="IIInumerowanie">
    <w:name w:val="III numerowanie"/>
    <w:basedOn w:val="Tekstpodstawowy"/>
    <w:rsid w:val="00B23C87"/>
    <w:pPr>
      <w:widowControl w:val="0"/>
      <w:numPr>
        <w:numId w:val="30"/>
      </w:numPr>
      <w:adjustRightInd w:val="0"/>
      <w:spacing w:after="120" w:line="240" w:lineRule="auto"/>
      <w:contextualSpacing/>
      <w:textAlignment w:val="baseline"/>
    </w:pPr>
    <w:rPr>
      <w:rFonts w:eastAsia="SimSun" w:cs="Times New Roman"/>
      <w:snapToGrid w:val="0"/>
      <w:color w:val="000000"/>
      <w:sz w:val="22"/>
      <w:szCs w:val="20"/>
    </w:rPr>
  </w:style>
  <w:style w:type="paragraph" w:customStyle="1" w:styleId="IIUstp">
    <w:name w:val="II Ustęp"/>
    <w:basedOn w:val="Normalny"/>
    <w:rsid w:val="00B23C87"/>
    <w:pPr>
      <w:widowControl w:val="0"/>
      <w:spacing w:after="120"/>
      <w:contextualSpacing/>
      <w:jc w:val="both"/>
    </w:pPr>
    <w:rPr>
      <w:rFonts w:ascii="Arial" w:eastAsia="Times New Roman" w:hAnsi="Arial" w:cs="Arial"/>
      <w:sz w:val="22"/>
      <w:lang w:eastAsia="pl-PL"/>
    </w:rPr>
  </w:style>
  <w:style w:type="paragraph" w:customStyle="1" w:styleId="A-Paragraf">
    <w:name w:val="A-Paragraf"/>
    <w:basedOn w:val="Paragraf"/>
    <w:link w:val="A-ParagrafZnak"/>
    <w:qFormat/>
    <w:rsid w:val="00B23C87"/>
    <w:pPr>
      <w:spacing w:after="120" w:line="276" w:lineRule="auto"/>
      <w:contextualSpacing/>
    </w:pPr>
    <w:rPr>
      <w:rFonts w:ascii="Calibri" w:hAnsi="Calibri" w:cs="Calibri"/>
      <w:sz w:val="20"/>
      <w:szCs w:val="20"/>
    </w:rPr>
  </w:style>
  <w:style w:type="character" w:customStyle="1" w:styleId="A-ParagrafZnak">
    <w:name w:val="A-Paragraf Znak"/>
    <w:basedOn w:val="ParagrafZnak"/>
    <w:link w:val="A-Paragraf"/>
    <w:rsid w:val="00B23C87"/>
    <w:rPr>
      <w:rFonts w:ascii="Calibri" w:eastAsia="Times New Roman" w:hAnsi="Calibri" w:cs="Calibri"/>
      <w:b/>
      <w:sz w:val="20"/>
      <w:szCs w:val="20"/>
      <w:lang w:eastAsia="pl-PL"/>
    </w:rPr>
  </w:style>
  <w:style w:type="paragraph" w:customStyle="1" w:styleId="Normalny1">
    <w:name w:val="Normalny1"/>
    <w:rsid w:val="00B23C87"/>
    <w:pPr>
      <w:spacing w:after="0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B23C87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CharStyle14">
    <w:name w:val="Char Style 14"/>
    <w:basedOn w:val="Domylnaczcionkaakapitu"/>
    <w:link w:val="Style13"/>
    <w:rsid w:val="00B23C87"/>
    <w:rPr>
      <w:rFonts w:ascii="Arial" w:eastAsia="Arial" w:hAnsi="Arial" w:cs="Arial"/>
      <w:sz w:val="18"/>
      <w:szCs w:val="18"/>
    </w:rPr>
  </w:style>
  <w:style w:type="paragraph" w:customStyle="1" w:styleId="Style13">
    <w:name w:val="Style 13"/>
    <w:basedOn w:val="Normalny"/>
    <w:link w:val="CharStyle14"/>
    <w:rsid w:val="00B23C87"/>
    <w:pPr>
      <w:widowControl w:val="0"/>
      <w:spacing w:after="120" w:line="300" w:lineRule="auto"/>
    </w:pPr>
    <w:rPr>
      <w:rFonts w:ascii="Arial" w:eastAsia="Arial" w:hAnsi="Arial" w:cs="Arial"/>
      <w:szCs w:val="18"/>
    </w:rPr>
  </w:style>
  <w:style w:type="paragraph" w:customStyle="1" w:styleId="X">
    <w:name w:val="X."/>
    <w:basedOn w:val="Normalny"/>
    <w:qFormat/>
    <w:rsid w:val="00B23C87"/>
    <w:pPr>
      <w:numPr>
        <w:numId w:val="31"/>
      </w:numPr>
      <w:tabs>
        <w:tab w:val="clear" w:pos="705"/>
        <w:tab w:val="num" w:pos="426"/>
        <w:tab w:val="left" w:pos="567"/>
      </w:tabs>
      <w:spacing w:after="0"/>
      <w:ind w:left="426" w:hanging="426"/>
      <w:jc w:val="both"/>
    </w:pPr>
    <w:rPr>
      <w:rFonts w:ascii="Calibri" w:eastAsia="Times New Roman" w:hAnsi="Calibri" w:cs="Arial"/>
      <w:color w:val="0070C0"/>
      <w:sz w:val="24"/>
      <w:szCs w:val="24"/>
      <w:lang w:eastAsia="pl-PL"/>
    </w:rPr>
  </w:style>
  <w:style w:type="character" w:customStyle="1" w:styleId="Nagwek2Znak1">
    <w:name w:val="Nagłówek 2 Znak1"/>
    <w:basedOn w:val="Domylnaczcionkaakapitu"/>
    <w:uiPriority w:val="9"/>
    <w:semiHidden/>
    <w:rsid w:val="00B23C87"/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B23C87"/>
    <w:rPr>
      <w:rFonts w:asciiTheme="majorHAnsi" w:eastAsiaTheme="majorEastAsia" w:hAnsiTheme="majorHAnsi" w:cstheme="majorBidi"/>
      <w:color w:val="5E7424" w:themeColor="accent1" w:themeShade="7F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B23C87"/>
  </w:style>
  <w:style w:type="table" w:customStyle="1" w:styleId="Tabela-Siatka12">
    <w:name w:val="Tabela - Siatka12"/>
    <w:basedOn w:val="Standardowy"/>
    <w:next w:val="Tabela-Siatka"/>
    <w:uiPriority w:val="59"/>
    <w:rsid w:val="00B23C87"/>
    <w:pPr>
      <w:spacing w:after="0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B23C87"/>
  </w:style>
  <w:style w:type="table" w:customStyle="1" w:styleId="Tabela-Siatka13">
    <w:name w:val="Tabela - Siatka13"/>
    <w:basedOn w:val="Standardowy"/>
    <w:next w:val="Tabela-Siatka"/>
    <w:uiPriority w:val="59"/>
    <w:rsid w:val="00B23C87"/>
    <w:pPr>
      <w:spacing w:after="0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13.docx</dmsv2BaseFileName>
    <dmsv2BaseDisplayName xmlns="http://schemas.microsoft.com/sharepoint/v3">załacznik nr 13</dmsv2BaseDisplayName>
    <dmsv2SWPP2ObjectNumber xmlns="http://schemas.microsoft.com/sharepoint/v3">POST/DYS/OLD/GZ/03206/2025                        </dmsv2SWPP2ObjectNumber>
    <dmsv2SWPP2SumMD5 xmlns="http://schemas.microsoft.com/sharepoint/v3">543dc7b43688902b7501f1628d0af1d4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23714254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DPFVW34YURAE-150815970-4224</_dlc_DocId>
    <_dlc_DocIdUrl xmlns="a19cb1c7-c5c7-46d4-85ae-d83685407bba">
      <Url>https://swpp2.dms.gkpge.pl/sites/40/_layouts/15/DocIdRedir.aspx?ID=DPFVW34YURAE-150815970-4224</Url>
      <Description>DPFVW34YURAE-150815970-4224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DF01681-8FFB-482F-8456-B3E707EABA0F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39E031-54A1-4396-BDBE-8049E2C396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506CAA-DCE5-4FE7-B42F-5651528DDA7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349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31</cp:revision>
  <cp:lastPrinted>2025-02-19T11:52:00Z</cp:lastPrinted>
  <dcterms:created xsi:type="dcterms:W3CDTF">2025-10-23T06:14:00Z</dcterms:created>
  <dcterms:modified xsi:type="dcterms:W3CDTF">2025-11-07T09:36:00Z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9d4dc822-ac74-41ff-bfff-bd49066a2577</vt:lpwstr>
  </property>
</Properties>
</file>